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6C4E2C2" w:rsidR="00535E9B" w:rsidRPr="007A5545" w:rsidRDefault="000D24FD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A5545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623D5E" w:rsidRPr="007A5545">
        <w:rPr>
          <w:rFonts w:ascii="Verdana" w:eastAsia="Verdana" w:hAnsi="Verdana" w:cs="Times New Roman"/>
          <w:b/>
          <w:sz w:val="20"/>
          <w:szCs w:val="20"/>
        </w:rPr>
        <w:t>7</w:t>
      </w:r>
      <w:r w:rsidRPr="007A5545">
        <w:rPr>
          <w:rFonts w:ascii="Verdana" w:eastAsia="Verdana" w:hAnsi="Verdana" w:cs="Times New Roman"/>
          <w:b/>
          <w:sz w:val="20"/>
          <w:szCs w:val="20"/>
        </w:rPr>
        <w:t xml:space="preserve"> DO SWZ – </w:t>
      </w:r>
      <w:r w:rsidR="00116274" w:rsidRPr="007A5545">
        <w:rPr>
          <w:rFonts w:ascii="Verdana" w:eastAsia="Verdana" w:hAnsi="Verdana" w:cs="Times New Roman"/>
          <w:b/>
          <w:sz w:val="20"/>
          <w:szCs w:val="20"/>
        </w:rPr>
        <w:t>O</w:t>
      </w:r>
      <w:r w:rsidR="00B12E87" w:rsidRPr="007A5545">
        <w:rPr>
          <w:rFonts w:ascii="Verdana" w:eastAsia="Verdana" w:hAnsi="Verdana" w:cs="Times New Roman"/>
          <w:b/>
          <w:sz w:val="20"/>
          <w:szCs w:val="20"/>
        </w:rPr>
        <w:t>ŚWIADCZENIE O DYSPONOWANIU OSOBAMI POSIADAJĄCYMI UPRAWNIENIA (WZÓR</w:t>
      </w:r>
      <w:r w:rsidR="00FC34F2" w:rsidRPr="007A5545">
        <w:rPr>
          <w:rFonts w:ascii="Verdana" w:eastAsia="Verdana" w:hAnsi="Verdana" w:cs="Times New Roman"/>
          <w:b/>
          <w:sz w:val="20"/>
          <w:szCs w:val="20"/>
        </w:rPr>
        <w:t>)</w:t>
      </w:r>
    </w:p>
    <w:p w14:paraId="40B95D0E" w14:textId="1528BC9D" w:rsidR="00B67D39" w:rsidRPr="007A5545" w:rsidRDefault="00B67D39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56D88829" w14:textId="77777777" w:rsidR="00DC202A" w:rsidRPr="007A5545" w:rsidRDefault="00DC202A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7A5545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7A5545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7A5545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7A5545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7A5545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7A554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7A5545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7A554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7A5545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7A554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7A5545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7A5545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7A554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7A554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7A5545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7A554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A5545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7A554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7A5545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16C36F9D" w14:textId="77777777" w:rsidR="00116274" w:rsidRPr="007A5545" w:rsidRDefault="00B67D39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A5545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116274" w:rsidRPr="007A5545">
              <w:rPr>
                <w:rFonts w:asciiTheme="minorHAnsi" w:hAnsiTheme="minorHAnsi" w:cstheme="minorHAnsi"/>
                <w:b/>
                <w:sz w:val="20"/>
              </w:rPr>
              <w:t xml:space="preserve">Białystok </w:t>
            </w:r>
          </w:p>
          <w:p w14:paraId="629DA244" w14:textId="77777777" w:rsidR="00116274" w:rsidRPr="007A5545" w:rsidRDefault="00116274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7A5545">
              <w:rPr>
                <w:rFonts w:asciiTheme="minorHAnsi" w:hAnsiTheme="minorHAnsi" w:cstheme="minorHAnsi"/>
                <w:sz w:val="20"/>
                <w:lang w:eastAsia="en-US"/>
              </w:rPr>
              <w:t>ul. Elektryczna 13</w:t>
            </w:r>
          </w:p>
          <w:p w14:paraId="3F4CA6ED" w14:textId="5466E870" w:rsidR="00B67D39" w:rsidRPr="007A5545" w:rsidRDefault="00116274" w:rsidP="0011627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7A5545">
              <w:rPr>
                <w:rFonts w:asciiTheme="minorHAnsi" w:hAnsiTheme="minorHAnsi" w:cstheme="minorHAnsi"/>
                <w:sz w:val="20"/>
                <w:lang w:eastAsia="en-US"/>
              </w:rPr>
              <w:t>15-950 Białystok</w:t>
            </w:r>
          </w:p>
        </w:tc>
      </w:tr>
    </w:tbl>
    <w:p w14:paraId="60A40DD1" w14:textId="39937CC3" w:rsidR="00A62B4C" w:rsidRPr="007A5545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p w14:paraId="396B949A" w14:textId="77777777" w:rsidR="00A62B4C" w:rsidRPr="007A5545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50FE6A55" w14:textId="19F16019" w:rsidR="00381365" w:rsidRPr="007A5545" w:rsidRDefault="00FC34F2" w:rsidP="00381365">
      <w:pPr>
        <w:tabs>
          <w:tab w:val="left" w:pos="1628"/>
        </w:tabs>
        <w:jc w:val="center"/>
        <w:rPr>
          <w:rFonts w:ascii="Verdana" w:eastAsia="Verdana" w:hAnsi="Verdana" w:cs="Times New Roman"/>
          <w:b/>
          <w:sz w:val="20"/>
          <w:szCs w:val="20"/>
        </w:rPr>
      </w:pPr>
      <w:r w:rsidRPr="007A5545">
        <w:rPr>
          <w:rFonts w:ascii="Verdana" w:eastAsia="Verdana" w:hAnsi="Verdana" w:cs="Times New Roman"/>
          <w:b/>
          <w:sz w:val="20"/>
          <w:szCs w:val="20"/>
        </w:rPr>
        <w:t>Oświadczenie o dysponowaniu osobami posiadającymi uprawnienia</w:t>
      </w:r>
    </w:p>
    <w:p w14:paraId="374FBE27" w14:textId="21DD10D2" w:rsidR="00A62B4C" w:rsidRPr="007A5545" w:rsidRDefault="00A62B4C" w:rsidP="00A62B4C">
      <w:pPr>
        <w:rPr>
          <w:rFonts w:eastAsia="Verdana" w:cs="Times New Roman"/>
          <w:sz w:val="20"/>
          <w:szCs w:val="20"/>
        </w:rPr>
      </w:pPr>
    </w:p>
    <w:p w14:paraId="2ACF3E59" w14:textId="4B0DC89C" w:rsidR="00FC34F2" w:rsidRPr="007A5545" w:rsidRDefault="00FC34F2" w:rsidP="00FC34F2">
      <w:pPr>
        <w:spacing w:after="120"/>
        <w:jc w:val="both"/>
        <w:rPr>
          <w:rFonts w:cstheme="minorHAnsi"/>
          <w:b/>
          <w:bCs/>
          <w:iCs/>
          <w:sz w:val="20"/>
          <w:szCs w:val="20"/>
          <w:lang w:eastAsia="pl-PL"/>
        </w:rPr>
      </w:pPr>
      <w:r w:rsidRPr="007A5545">
        <w:rPr>
          <w:rFonts w:cstheme="minorHAnsi"/>
          <w:bCs/>
          <w:iCs/>
          <w:sz w:val="20"/>
          <w:szCs w:val="20"/>
          <w:lang w:eastAsia="pl-PL"/>
        </w:rPr>
        <w:t xml:space="preserve">My niżej podpisani, przystępując do postępowania zakupowego nr </w:t>
      </w:r>
      <w:sdt>
        <w:sdtPr>
          <w:rPr>
            <w:rFonts w:cstheme="minorHAnsi"/>
            <w:b/>
            <w:bCs/>
            <w:iCs/>
            <w:sz w:val="20"/>
            <w:szCs w:val="20"/>
            <w:lang w:eastAsia="pl-PL"/>
          </w:rPr>
          <w:alias w:val="Podtytuł"/>
          <w:id w:val="-178813571"/>
          <w:placeholder>
            <w:docPart w:val="3D80D8F011D244EF8AD6AFE4A944ADCA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797AC1" w:rsidRPr="007A5545">
            <w:rPr>
              <w:rFonts w:cstheme="minorHAnsi"/>
              <w:b/>
              <w:bCs/>
              <w:iCs/>
              <w:sz w:val="20"/>
              <w:szCs w:val="20"/>
              <w:lang w:eastAsia="pl-PL"/>
            </w:rPr>
            <w:t>POST/DYS/OB/GZ</w:t>
          </w:r>
          <w:r w:rsidR="00D87373" w:rsidRPr="007A5545">
            <w:rPr>
              <w:rFonts w:cstheme="minorHAnsi"/>
              <w:b/>
              <w:bCs/>
              <w:iCs/>
              <w:sz w:val="20"/>
              <w:szCs w:val="20"/>
              <w:lang w:eastAsia="pl-PL"/>
            </w:rPr>
            <w:t>/0</w:t>
          </w:r>
          <w:r w:rsidR="00797AC1" w:rsidRPr="007A5545">
            <w:rPr>
              <w:rFonts w:cstheme="minorHAnsi"/>
              <w:b/>
              <w:bCs/>
              <w:iCs/>
              <w:sz w:val="20"/>
              <w:szCs w:val="20"/>
              <w:lang w:eastAsia="pl-PL"/>
            </w:rPr>
            <w:t>385</w:t>
          </w:r>
          <w:r w:rsidR="007A5545">
            <w:rPr>
              <w:rFonts w:cstheme="minorHAnsi"/>
              <w:b/>
              <w:bCs/>
              <w:iCs/>
              <w:sz w:val="20"/>
              <w:szCs w:val="20"/>
              <w:lang w:eastAsia="pl-PL"/>
            </w:rPr>
            <w:t>3</w:t>
          </w:r>
          <w:r w:rsidRPr="007A5545">
            <w:rPr>
              <w:rFonts w:cstheme="minorHAnsi"/>
              <w:b/>
              <w:bCs/>
              <w:iCs/>
              <w:sz w:val="20"/>
              <w:szCs w:val="20"/>
              <w:lang w:eastAsia="pl-PL"/>
            </w:rPr>
            <w:t>/2025</w:t>
          </w:r>
        </w:sdtContent>
      </w:sdt>
      <w:r w:rsidRPr="007A5545">
        <w:rPr>
          <w:rFonts w:cstheme="minorHAnsi"/>
          <w:bCs/>
          <w:iCs/>
          <w:sz w:val="20"/>
          <w:szCs w:val="20"/>
          <w:lang w:eastAsia="pl-PL"/>
        </w:rPr>
        <w:t xml:space="preserve"> prowadzonego w trybie przetargu nieograniczonego pn. </w:t>
      </w:r>
      <w:r w:rsidRPr="007A5545">
        <w:rPr>
          <w:rFonts w:cstheme="minorHAnsi"/>
          <w:b/>
          <w:bCs/>
          <w:iCs/>
          <w:sz w:val="20"/>
          <w:szCs w:val="20"/>
          <w:lang w:eastAsia="pl-PL"/>
        </w:rPr>
        <w:t>„</w:t>
      </w:r>
      <w:r w:rsidR="007A5545" w:rsidRPr="006E0E3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pl-PL"/>
        </w:rPr>
        <w:t>Sukcesywne projektowanie i wykonywanie elektroenergetycznych przyłączy kablowych na terenie działania Rejonu Energetycznego Białystok Teren na obszar XXX wiejski : gmina Zabłudów z wykluczeniem miejscowości z obszaru XXVII,XXVIII,XXIX</w:t>
      </w:r>
      <w:r w:rsidRPr="007A5545">
        <w:rPr>
          <w:rFonts w:cstheme="minorHAnsi"/>
          <w:b/>
          <w:bCs/>
          <w:iCs/>
          <w:sz w:val="20"/>
          <w:szCs w:val="20"/>
          <w:lang w:eastAsia="pl-PL"/>
        </w:rPr>
        <w:t>”</w:t>
      </w:r>
      <w:r w:rsidRPr="007A5545">
        <w:rPr>
          <w:rFonts w:cstheme="minorHAnsi"/>
          <w:bCs/>
          <w:iCs/>
          <w:sz w:val="20"/>
          <w:szCs w:val="20"/>
          <w:lang w:eastAsia="pl-PL"/>
        </w:rPr>
        <w:t>, niniejszym oświadczamy</w:t>
      </w:r>
      <w:r w:rsidRPr="007A5545">
        <w:rPr>
          <w:rFonts w:cstheme="minorHAnsi"/>
          <w:bCs/>
          <w:sz w:val="20"/>
          <w:szCs w:val="20"/>
          <w:lang w:eastAsia="pl-PL"/>
        </w:rPr>
        <w:t>, że dysponujemy osobami posiadającymi wymagane uprawnienia określone przez Zamawiającego w SWZ</w:t>
      </w:r>
      <w:r w:rsidRPr="007A5545">
        <w:rPr>
          <w:rFonts w:cstheme="minorHAnsi"/>
          <w:bCs/>
          <w:iCs/>
          <w:sz w:val="20"/>
          <w:szCs w:val="20"/>
          <w:lang w:eastAsia="pl-PL"/>
        </w:rPr>
        <w:t>, w tym:</w:t>
      </w:r>
    </w:p>
    <w:p w14:paraId="6B97A6CF" w14:textId="77777777" w:rsidR="00FC34F2" w:rsidRPr="007A5545" w:rsidRDefault="00FC34F2" w:rsidP="00FC34F2">
      <w:pPr>
        <w:spacing w:after="120"/>
        <w:jc w:val="both"/>
        <w:rPr>
          <w:rFonts w:cstheme="minorHAnsi"/>
          <w:b/>
          <w:bCs/>
          <w:iCs/>
          <w:sz w:val="20"/>
          <w:szCs w:val="20"/>
          <w:lang w:eastAsia="pl-PL"/>
        </w:rPr>
      </w:pPr>
    </w:p>
    <w:p w14:paraId="33E7422B" w14:textId="20C08045" w:rsidR="00FC34F2" w:rsidRPr="007A5545" w:rsidRDefault="00B02623" w:rsidP="00B02623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bCs/>
          <w:iCs/>
          <w:sz w:val="20"/>
          <w:szCs w:val="20"/>
          <w:lang w:eastAsia="pl-PL"/>
        </w:rPr>
      </w:pPr>
      <w:r w:rsidRPr="007A5545">
        <w:rPr>
          <w:rFonts w:cstheme="minorHAnsi"/>
          <w:bCs/>
          <w:iCs/>
          <w:sz w:val="20"/>
          <w:szCs w:val="20"/>
          <w:lang w:eastAsia="pl-PL"/>
        </w:rPr>
        <w:t>Co najmniej 1 osobą posiadającą uprawnienia do projektowania w specjalności instalacyjnej w zakresie sieci, instalacji i urządzeń elektrycznych i elektroenergetycznych, posiadającą aktualny wpis do Polskiej Izby Inżynierów Budownictwa</w:t>
      </w:r>
      <w:r w:rsidR="00FC34F2" w:rsidRPr="007A5545">
        <w:rPr>
          <w:rFonts w:cstheme="minorHAnsi"/>
          <w:bCs/>
          <w:iCs/>
          <w:sz w:val="20"/>
          <w:szCs w:val="20"/>
          <w:lang w:eastAsia="pl-PL"/>
        </w:rPr>
        <w:t>;</w:t>
      </w:r>
    </w:p>
    <w:p w14:paraId="14059EED" w14:textId="77777777" w:rsidR="00B02623" w:rsidRPr="007A5545" w:rsidRDefault="00B02623" w:rsidP="00B02623">
      <w:pPr>
        <w:spacing w:before="60" w:after="120"/>
        <w:ind w:left="720"/>
        <w:contextualSpacing/>
        <w:jc w:val="both"/>
        <w:rPr>
          <w:rFonts w:cstheme="minorHAnsi"/>
          <w:sz w:val="20"/>
          <w:szCs w:val="20"/>
          <w:lang w:eastAsia="pl-PL"/>
        </w:rPr>
      </w:pPr>
    </w:p>
    <w:p w14:paraId="3998122A" w14:textId="76EDEA0D" w:rsidR="00B02623" w:rsidRPr="007A5545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sz w:val="20"/>
          <w:szCs w:val="20"/>
          <w:lang w:eastAsia="pl-PL"/>
        </w:rPr>
      </w:pPr>
      <w:r w:rsidRPr="007A5545">
        <w:rPr>
          <w:rFonts w:cstheme="minorHAnsi"/>
          <w:bCs/>
          <w:iCs/>
          <w:sz w:val="20"/>
          <w:szCs w:val="20"/>
          <w:lang w:eastAsia="pl-PL"/>
        </w:rPr>
        <w:t xml:space="preserve">Kierownikiem budowy posiadającym uprawnienia budowlane do kierowania robotami budowlanymi w specjalności instalacyjnej w zakresie sieci, instalacji urządzeń elektrycznych i elektroenergetycznych wpisanym do Polskiej Izby Inżynierów Budownictwa, posiadającym ważne świadectwo kwalifikacyjne uprawniające do zajmowania się eksploatacją instalacji i sieci elektroenergetycznych w zakresie do 1 </w:t>
      </w:r>
      <w:proofErr w:type="spellStart"/>
      <w:r w:rsidRPr="007A5545">
        <w:rPr>
          <w:rFonts w:cstheme="minorHAnsi"/>
          <w:bCs/>
          <w:iCs/>
          <w:sz w:val="20"/>
          <w:szCs w:val="20"/>
          <w:lang w:eastAsia="pl-PL"/>
        </w:rPr>
        <w:t>kV</w:t>
      </w:r>
      <w:proofErr w:type="spellEnd"/>
      <w:r w:rsidRPr="007A5545">
        <w:rPr>
          <w:rFonts w:cstheme="minorHAnsi"/>
          <w:bCs/>
          <w:iCs/>
          <w:sz w:val="20"/>
          <w:szCs w:val="20"/>
          <w:lang w:eastAsia="pl-PL"/>
        </w:rPr>
        <w:t xml:space="preserve"> (grupa „E’ i „D”);</w:t>
      </w:r>
    </w:p>
    <w:p w14:paraId="2F05BEB6" w14:textId="22F04EF6" w:rsidR="00B02623" w:rsidRPr="007A5545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sz w:val="20"/>
          <w:szCs w:val="20"/>
          <w:lang w:eastAsia="pl-PL"/>
        </w:rPr>
      </w:pPr>
      <w:r w:rsidRPr="007A5545">
        <w:rPr>
          <w:rFonts w:cstheme="minorHAnsi"/>
          <w:bCs/>
          <w:iCs/>
          <w:sz w:val="20"/>
          <w:szCs w:val="20"/>
          <w:lang w:eastAsia="pl-PL"/>
        </w:rPr>
        <w:t xml:space="preserve">Co najmniej 2 osobami posiadającymi świadectwo kwalifikacyjne uprawniające do zajmowania się eksploatacją instalacji i sieci elektroenergetycznych w zakresie do 1 </w:t>
      </w:r>
      <w:proofErr w:type="spellStart"/>
      <w:r w:rsidRPr="007A5545">
        <w:rPr>
          <w:rFonts w:cstheme="minorHAnsi"/>
          <w:bCs/>
          <w:iCs/>
          <w:sz w:val="20"/>
          <w:szCs w:val="20"/>
          <w:lang w:eastAsia="pl-PL"/>
        </w:rPr>
        <w:t>kV</w:t>
      </w:r>
      <w:proofErr w:type="spellEnd"/>
      <w:r w:rsidRPr="007A5545">
        <w:rPr>
          <w:rFonts w:cstheme="minorHAnsi"/>
          <w:bCs/>
          <w:iCs/>
          <w:sz w:val="20"/>
          <w:szCs w:val="20"/>
          <w:lang w:eastAsia="pl-PL"/>
        </w:rPr>
        <w:t xml:space="preserve"> (grupa „E”).</w:t>
      </w:r>
    </w:p>
    <w:p w14:paraId="5A1D6794" w14:textId="77777777" w:rsidR="00B02623" w:rsidRPr="007A5545" w:rsidRDefault="00B02623" w:rsidP="00B02623">
      <w:pPr>
        <w:spacing w:after="120"/>
        <w:ind w:left="720"/>
        <w:jc w:val="both"/>
        <w:rPr>
          <w:rFonts w:cstheme="minorHAnsi"/>
          <w:bCs/>
          <w:iCs/>
          <w:sz w:val="20"/>
          <w:szCs w:val="20"/>
          <w:lang w:eastAsia="pl-PL"/>
        </w:rPr>
      </w:pPr>
    </w:p>
    <w:p w14:paraId="32361789" w14:textId="77777777" w:rsidR="000D24FD" w:rsidRPr="007A5545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</w:p>
    <w:p w14:paraId="2D1E1B98" w14:textId="77777777" w:rsidR="00FC34F2" w:rsidRPr="007A5545" w:rsidRDefault="00FC34F2" w:rsidP="00DC202A">
      <w:pPr>
        <w:spacing w:before="120"/>
        <w:ind w:left="-284" w:right="-569" w:firstLine="284"/>
        <w:outlineLvl w:val="0"/>
        <w:rPr>
          <w:rFonts w:cstheme="minorHAnsi"/>
          <w:i/>
          <w:sz w:val="20"/>
          <w:szCs w:val="20"/>
        </w:rPr>
      </w:pPr>
    </w:p>
    <w:p w14:paraId="18BCF4A9" w14:textId="2EBB73B3" w:rsidR="00381365" w:rsidRPr="007A5545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7A5545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7A554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7A5545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7A554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7A5545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7A5545" w:rsidRDefault="00381365" w:rsidP="00381365">
      <w:pPr>
        <w:rPr>
          <w:rFonts w:cstheme="minorHAnsi"/>
          <w:sz w:val="20"/>
          <w:szCs w:val="20"/>
        </w:rPr>
      </w:pPr>
    </w:p>
    <w:p w14:paraId="7E8AC570" w14:textId="77777777" w:rsidR="00381365" w:rsidRPr="007A5545" w:rsidRDefault="00381365" w:rsidP="00A62B4C">
      <w:pPr>
        <w:rPr>
          <w:rFonts w:ascii="Verdana" w:eastAsia="Verdana" w:hAnsi="Verdana" w:cs="Times New Roman"/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7A5545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sectPr w:rsidR="00A62B4C" w:rsidRPr="007A5545" w:rsidSect="00302B3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E5DB2" w14:textId="77777777" w:rsidR="005B401E" w:rsidRDefault="005B401E" w:rsidP="00582CE9">
      <w:pPr>
        <w:spacing w:after="0"/>
      </w:pPr>
      <w:r>
        <w:separator/>
      </w:r>
    </w:p>
  </w:endnote>
  <w:endnote w:type="continuationSeparator" w:id="0">
    <w:p w14:paraId="67F7868A" w14:textId="77777777" w:rsidR="005B401E" w:rsidRDefault="005B401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0DC8B2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AC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5FF77" w14:textId="77777777" w:rsidR="005B401E" w:rsidRDefault="005B401E" w:rsidP="00582CE9">
      <w:pPr>
        <w:spacing w:after="0"/>
      </w:pPr>
      <w:r>
        <w:separator/>
      </w:r>
    </w:p>
  </w:footnote>
  <w:footnote w:type="continuationSeparator" w:id="0">
    <w:p w14:paraId="49ABA51E" w14:textId="77777777" w:rsidR="005B401E" w:rsidRDefault="005B401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592CACA" w14:textId="77777777" w:rsidR="009C7375" w:rsidRPr="006E100D" w:rsidRDefault="009C7375" w:rsidP="009C737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A83ED" w14:textId="5FB23811" w:rsidR="009C7375" w:rsidRPr="0002640B" w:rsidRDefault="00797AC1" w:rsidP="009C737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</w:t>
          </w:r>
          <w:r w:rsidR="007A5545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3</w:t>
          </w:r>
          <w:r w:rsidR="009C7375" w:rsidRPr="0002640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="009C7375" w:rsidRPr="0002640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09B4130B" w14:textId="38EAD944" w:rsidR="00302B3F" w:rsidRPr="006B2C28" w:rsidRDefault="00302B3F" w:rsidP="00302B3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9724037"/>
    <w:multiLevelType w:val="hybridMultilevel"/>
    <w:tmpl w:val="31A28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26244533">
    <w:abstractNumId w:val="17"/>
  </w:num>
  <w:num w:numId="2" w16cid:durableId="1275792483">
    <w:abstractNumId w:val="7"/>
  </w:num>
  <w:num w:numId="3" w16cid:durableId="895823996">
    <w:abstractNumId w:val="12"/>
  </w:num>
  <w:num w:numId="4" w16cid:durableId="539250216">
    <w:abstractNumId w:val="19"/>
  </w:num>
  <w:num w:numId="5" w16cid:durableId="1580171237">
    <w:abstractNumId w:val="17"/>
  </w:num>
  <w:num w:numId="6" w16cid:durableId="92210899">
    <w:abstractNumId w:val="17"/>
  </w:num>
  <w:num w:numId="7" w16cid:durableId="1406302421">
    <w:abstractNumId w:val="3"/>
  </w:num>
  <w:num w:numId="8" w16cid:durableId="1219827493">
    <w:abstractNumId w:val="27"/>
  </w:num>
  <w:num w:numId="9" w16cid:durableId="1250575093">
    <w:abstractNumId w:val="16"/>
  </w:num>
  <w:num w:numId="10" w16cid:durableId="2060666103">
    <w:abstractNumId w:val="4"/>
  </w:num>
  <w:num w:numId="11" w16cid:durableId="717632384">
    <w:abstractNumId w:val="13"/>
  </w:num>
  <w:num w:numId="12" w16cid:durableId="329719180">
    <w:abstractNumId w:val="11"/>
  </w:num>
  <w:num w:numId="13" w16cid:durableId="703748616">
    <w:abstractNumId w:val="26"/>
  </w:num>
  <w:num w:numId="14" w16cid:durableId="1132941940">
    <w:abstractNumId w:val="22"/>
  </w:num>
  <w:num w:numId="15" w16cid:durableId="1921214154">
    <w:abstractNumId w:val="15"/>
  </w:num>
  <w:num w:numId="16" w16cid:durableId="1131704044">
    <w:abstractNumId w:val="9"/>
  </w:num>
  <w:num w:numId="17" w16cid:durableId="1241476862">
    <w:abstractNumId w:val="5"/>
  </w:num>
  <w:num w:numId="18" w16cid:durableId="1193036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7491931">
    <w:abstractNumId w:val="0"/>
  </w:num>
  <w:num w:numId="20" w16cid:durableId="45105496">
    <w:abstractNumId w:val="28"/>
  </w:num>
  <w:num w:numId="21" w16cid:durableId="37437160">
    <w:abstractNumId w:val="1"/>
  </w:num>
  <w:num w:numId="22" w16cid:durableId="178661912">
    <w:abstractNumId w:val="14"/>
  </w:num>
  <w:num w:numId="23" w16cid:durableId="927618331">
    <w:abstractNumId w:val="10"/>
  </w:num>
  <w:num w:numId="24" w16cid:durableId="1677032337">
    <w:abstractNumId w:val="20"/>
  </w:num>
  <w:num w:numId="25" w16cid:durableId="1454595171">
    <w:abstractNumId w:val="25"/>
  </w:num>
  <w:num w:numId="26" w16cid:durableId="1615213314">
    <w:abstractNumId w:val="2"/>
  </w:num>
  <w:num w:numId="27" w16cid:durableId="2093357508">
    <w:abstractNumId w:val="24"/>
  </w:num>
  <w:num w:numId="28" w16cid:durableId="1620336313">
    <w:abstractNumId w:val="23"/>
  </w:num>
  <w:num w:numId="29" w16cid:durableId="518080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26976923">
    <w:abstractNumId w:val="18"/>
  </w:num>
  <w:num w:numId="31" w16cid:durableId="1708066237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16274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2B3F"/>
    <w:rsid w:val="00303C67"/>
    <w:rsid w:val="0031080F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4E3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DA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1E4F"/>
    <w:rsid w:val="005A354D"/>
    <w:rsid w:val="005B24A8"/>
    <w:rsid w:val="005B2B6D"/>
    <w:rsid w:val="005B3F04"/>
    <w:rsid w:val="005B401E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748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97AC1"/>
    <w:rsid w:val="007A1B94"/>
    <w:rsid w:val="007A5545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C7375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623"/>
    <w:rsid w:val="00B0459E"/>
    <w:rsid w:val="00B05E1A"/>
    <w:rsid w:val="00B10201"/>
    <w:rsid w:val="00B10A71"/>
    <w:rsid w:val="00B12E87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7373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34F2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80D8F011D244EF8AD6AFE4A944AD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5E16CB-F154-478C-A2C4-B19118369BF3}"/>
      </w:docPartPr>
      <w:docPartBody>
        <w:p w:rsidR="00F11A30" w:rsidRDefault="00264C90" w:rsidP="00264C90">
          <w:pPr>
            <w:pStyle w:val="3D80D8F011D244EF8AD6AFE4A944ADCA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C90"/>
    <w:rsid w:val="00264C90"/>
    <w:rsid w:val="005A1E4F"/>
    <w:rsid w:val="00F11A30"/>
    <w:rsid w:val="00F1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D80D8F011D244EF8AD6AFE4A944ADCA">
    <w:name w:val="3D80D8F011D244EF8AD6AFE4A944ADCA"/>
    <w:rsid w:val="00264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3853 - Załącznik nr 7 do SWZ - Oświadczenie_osoby.docx</dmsv2BaseFileName>
    <dmsv2BaseDisplayName xmlns="http://schemas.microsoft.com/sharepoint/v3">3853 - Załącznik nr 7 do SWZ - Oświadczenie_osoby</dmsv2BaseDisplayName>
    <dmsv2SWPP2ObjectNumber xmlns="http://schemas.microsoft.com/sharepoint/v3">POST/DYS/OB/GZ/03853/2025                         </dmsv2SWPP2ObjectNumber>
    <dmsv2SWPP2SumMD5 xmlns="http://schemas.microsoft.com/sharepoint/v3">2eb4e316b746f06c537dbc29ffb56b7d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23627844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DPFVW34YURAE-2123725290-11517</_dlc_DocId>
    <_dlc_DocIdUrl xmlns="a19cb1c7-c5c7-46d4-85ae-d83685407bba">
      <Url>https://swpp2.dms.gkpge.pl/sites/40/_layouts/15/DocIdRedir.aspx?ID=DPFVW34YURAE-2123725290-11517</Url>
      <Description>DPFVW34YURAE-2123725290-11517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6F7E622-5ADF-4D37-B8C2-F5F156E278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260CDB-EA61-4EDB-A470-882E79676DCF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5DF0B28-4FCF-4D50-800C-1FDEEB446FE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80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POST/DYS/OB/GZ/03853/2025</dc:subject>
  <dc:creator>Chmielnicka Katarzyna [PGE S.A.]</dc:creator>
  <cp:keywords/>
  <dc:description/>
  <cp:lastModifiedBy>Mozolewski Karol [PGE Dystr. O.Białystok]</cp:lastModifiedBy>
  <cp:revision>25</cp:revision>
  <cp:lastPrinted>2024-07-15T11:21:00Z</cp:lastPrinted>
  <dcterms:created xsi:type="dcterms:W3CDTF">2025-01-15T13:15:00Z</dcterms:created>
  <dcterms:modified xsi:type="dcterms:W3CDTF">2025-10-28T09:36:00Z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c0789758-32af-46a8-b317-5bfe06de7440</vt:lpwstr>
  </property>
</Properties>
</file>